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8F6" w:rsidRDefault="002E68F6">
      <w:r>
        <w:t xml:space="preserve">                                                                                                                                                          </w:t>
      </w:r>
    </w:p>
    <w:p w:rsidR="002E68F6" w:rsidRDefault="002E68F6" w:rsidP="00915E32">
      <w:pPr>
        <w:jc w:val="right"/>
        <w:rPr>
          <w:sz w:val="28"/>
          <w:szCs w:val="28"/>
        </w:rPr>
      </w:pPr>
      <w:r w:rsidRPr="00915E32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2E68F6" w:rsidRDefault="002E68F6" w:rsidP="00915E32">
      <w:pPr>
        <w:jc w:val="right"/>
        <w:rPr>
          <w:sz w:val="28"/>
          <w:szCs w:val="28"/>
        </w:rPr>
      </w:pPr>
    </w:p>
    <w:p w:rsidR="002E68F6" w:rsidRPr="00915E32" w:rsidRDefault="002E68F6" w:rsidP="00915E32">
      <w:pPr>
        <w:jc w:val="right"/>
        <w:rPr>
          <w:sz w:val="28"/>
          <w:szCs w:val="28"/>
        </w:rPr>
      </w:pPr>
      <w:r w:rsidRPr="00915E32">
        <w:rPr>
          <w:sz w:val="28"/>
          <w:szCs w:val="28"/>
        </w:rPr>
        <w:t>79001 A.L hwy77                                                                                                                                                            Lincoln A.L 35095                                                                                                                                                   November 29, 2010</w:t>
      </w:r>
    </w:p>
    <w:p w:rsidR="002E68F6" w:rsidRPr="00915E32" w:rsidRDefault="002E68F6">
      <w:pPr>
        <w:rPr>
          <w:sz w:val="28"/>
          <w:szCs w:val="28"/>
        </w:rPr>
      </w:pPr>
      <w:r w:rsidRPr="00915E32">
        <w:rPr>
          <w:sz w:val="28"/>
          <w:szCs w:val="28"/>
        </w:rPr>
        <w:t>Dear Santa,</w:t>
      </w:r>
    </w:p>
    <w:p w:rsidR="002E68F6" w:rsidRDefault="002E68F6">
      <w:pPr>
        <w:rPr>
          <w:sz w:val="28"/>
          <w:szCs w:val="28"/>
        </w:rPr>
      </w:pPr>
      <w:r w:rsidRPr="00915E32">
        <w:rPr>
          <w:sz w:val="28"/>
          <w:szCs w:val="28"/>
        </w:rPr>
        <w:t xml:space="preserve">    Thank you for the big inter tube it was great. We used it a bunch last summer. I </w:t>
      </w:r>
    </w:p>
    <w:p w:rsidR="002E68F6" w:rsidRPr="00915E32" w:rsidRDefault="002E68F6">
      <w:pPr>
        <w:rPr>
          <w:sz w:val="28"/>
          <w:szCs w:val="28"/>
        </w:rPr>
      </w:pPr>
      <w:r w:rsidRPr="00915E32">
        <w:rPr>
          <w:sz w:val="28"/>
          <w:szCs w:val="28"/>
        </w:rPr>
        <w:t>was so excited I nearly fainted. I am also thankful   for   electric scooter it is cool.</w:t>
      </w:r>
    </w:p>
    <w:p w:rsidR="002E68F6" w:rsidRDefault="002E68F6">
      <w:pPr>
        <w:rPr>
          <w:sz w:val="28"/>
          <w:szCs w:val="28"/>
        </w:rPr>
      </w:pPr>
      <w:r w:rsidRPr="00915E32">
        <w:rPr>
          <w:sz w:val="28"/>
          <w:szCs w:val="28"/>
        </w:rPr>
        <w:t xml:space="preserve">          For Christmas my brother wants a boomerang, a dsi, and a toy he has been a </w:t>
      </w:r>
    </w:p>
    <w:p w:rsidR="002E68F6" w:rsidRDefault="002E68F6">
      <w:pPr>
        <w:rPr>
          <w:sz w:val="28"/>
          <w:szCs w:val="28"/>
        </w:rPr>
      </w:pPr>
      <w:r w:rsidRPr="00915E32">
        <w:rPr>
          <w:sz w:val="28"/>
          <w:szCs w:val="28"/>
        </w:rPr>
        <w:t>very good boy.</w:t>
      </w:r>
      <w:r>
        <w:rPr>
          <w:sz w:val="28"/>
          <w:szCs w:val="28"/>
        </w:rPr>
        <w:t xml:space="preserve"> </w:t>
      </w:r>
      <w:r w:rsidRPr="00915E32">
        <w:rPr>
          <w:sz w:val="28"/>
          <w:szCs w:val="28"/>
        </w:rPr>
        <w:t xml:space="preserve">My mom wants a cook book, and haggies needs a bone and give the cloth to the homeless. </w:t>
      </w:r>
    </w:p>
    <w:p w:rsidR="002E68F6" w:rsidRDefault="002E68F6">
      <w:pPr>
        <w:rPr>
          <w:sz w:val="28"/>
          <w:szCs w:val="28"/>
        </w:rPr>
      </w:pPr>
      <w:r>
        <w:rPr>
          <w:sz w:val="28"/>
          <w:szCs w:val="28"/>
        </w:rPr>
        <w:tab/>
        <w:t>I want an air soft gun, 81/2 inline skates, and more arrows.</w:t>
      </w:r>
    </w:p>
    <w:p w:rsidR="002E68F6" w:rsidRDefault="002E68F6">
      <w:pPr>
        <w:rPr>
          <w:sz w:val="28"/>
          <w:szCs w:val="28"/>
        </w:rPr>
      </w:pPr>
    </w:p>
    <w:p w:rsidR="002E68F6" w:rsidRDefault="002E68F6">
      <w:pPr>
        <w:rPr>
          <w:sz w:val="28"/>
          <w:szCs w:val="28"/>
        </w:rPr>
      </w:pPr>
      <w:r>
        <w:rPr>
          <w:sz w:val="28"/>
          <w:szCs w:val="28"/>
        </w:rPr>
        <w:t>Your Friend,</w:t>
      </w:r>
    </w:p>
    <w:p w:rsidR="002E68F6" w:rsidRPr="00915E32" w:rsidRDefault="002E68F6">
      <w:pPr>
        <w:rPr>
          <w:sz w:val="28"/>
          <w:szCs w:val="28"/>
        </w:rPr>
      </w:pPr>
      <w:r>
        <w:rPr>
          <w:sz w:val="28"/>
          <w:szCs w:val="28"/>
        </w:rPr>
        <w:t>Will</w:t>
      </w:r>
    </w:p>
    <w:p w:rsidR="002E68F6" w:rsidRDefault="002E68F6">
      <w:r>
        <w:t xml:space="preserve">       </w:t>
      </w:r>
    </w:p>
    <w:sectPr w:rsidR="002E68F6" w:rsidSect="00987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14F"/>
    <w:rsid w:val="002E68F6"/>
    <w:rsid w:val="003A5A80"/>
    <w:rsid w:val="003B46BD"/>
    <w:rsid w:val="0043514F"/>
    <w:rsid w:val="0058338C"/>
    <w:rsid w:val="00702434"/>
    <w:rsid w:val="007B0BA4"/>
    <w:rsid w:val="008764B4"/>
    <w:rsid w:val="00915E32"/>
    <w:rsid w:val="00974B45"/>
    <w:rsid w:val="00987423"/>
    <w:rsid w:val="00A24266"/>
    <w:rsid w:val="00BA5425"/>
    <w:rsid w:val="00BD2236"/>
    <w:rsid w:val="00E43155"/>
    <w:rsid w:val="00F046BB"/>
    <w:rsid w:val="00FC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42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5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FA9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1</Pages>
  <Words>167</Words>
  <Characters>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stuwilliammd1182001</dc:creator>
  <cp:keywords/>
  <dc:description/>
  <cp:lastModifiedBy>shannon hill</cp:lastModifiedBy>
  <cp:revision>5</cp:revision>
  <cp:lastPrinted>2010-12-09T16:34:00Z</cp:lastPrinted>
  <dcterms:created xsi:type="dcterms:W3CDTF">2010-11-23T18:25:00Z</dcterms:created>
  <dcterms:modified xsi:type="dcterms:W3CDTF">2010-12-09T16:34:00Z</dcterms:modified>
</cp:coreProperties>
</file>